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0B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D9590B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  <w:r w:rsidRPr="00E509C9">
        <w:rPr>
          <w:rFonts w:ascii="Times New Roman" w:hAnsi="Times New Roman" w:cs="Times New Roman"/>
          <w:b/>
        </w:rPr>
        <w:t>Проектное предложение</w:t>
      </w:r>
      <w:r>
        <w:rPr>
          <w:rFonts w:ascii="Times New Roman" w:hAnsi="Times New Roman" w:cs="Times New Roman"/>
          <w:b/>
        </w:rPr>
        <w:t xml:space="preserve"> для модуля «Основы проектной деятельности»</w:t>
      </w:r>
    </w:p>
    <w:p w:rsidR="00D9590B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93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8"/>
        <w:gridCol w:w="4990"/>
      </w:tblGrid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CB4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инновационной дополнительной гостиничной услуги для клиентов-студентов в средствах размещения Ростовской области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Подразделение-инициатор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Кафедра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Сервис, туризм и индустрия гостеприимства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Вадим Сергеевич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Контактный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сотовый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телефон руководителя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917F12" w:rsidRDefault="00D9590B" w:rsidP="00CB4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+7 9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94186007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 почта руководителя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CB4102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Vadim251@yandex.ru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CB4102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Проблематика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Default="00D9590B" w:rsidP="00C27C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«Дней навигации первокурсника» обучающимся направления 43.03.03 «Гостиничное дело» необходимо получить пилотные навыки формирования и продвижения дополнительной гостиничной услуги.</w:t>
            </w:r>
          </w:p>
          <w:p w:rsidR="00D9590B" w:rsidRPr="00C27C02" w:rsidRDefault="00D9590B" w:rsidP="00CB4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Ключевым объектом формирования и потенциальной реализации дополнительных гостиничных услуг выступают средства размещения Ростовская область, что позволит обучающимся провести «камеральные исследования»,  способствующие объективному сбору материала обеспечивающего анализ конкурентных преимущества средств размещения реализующих разнообразные дополнительные услуги.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Подробное описание содержания проектной работы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 включает в себя аналитический сбор материала, связанного с организацией предоставления дополнительных услуг в гостиничных предприятиях  Ростовской области, выбор средства размещения как объекта реализации дополнительной услуги и разработка инновационного дополнительного гостиничного продукта.</w:t>
            </w:r>
          </w:p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Завершающей стадией проекта является презентация разработанного гостиничного продукта на базе гостиничного предприятия Ростовской области.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Проект нацелен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разработки дополнительного гостиничного продукта и его презентации.</w:t>
            </w:r>
          </w:p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D9590B" w:rsidRPr="00AD1BDD" w:rsidRDefault="00D9590B" w:rsidP="0006191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рынка дополнительных гостиничных услуг средств размещения Ростовской области;</w:t>
            </w:r>
          </w:p>
          <w:p w:rsidR="00D9590B" w:rsidRPr="00AD1BDD" w:rsidRDefault="00D9590B" w:rsidP="0006191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инновационной дополнительной услуги для ее реализации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590B" w:rsidRPr="00AD1BDD" w:rsidRDefault="00D9590B" w:rsidP="0006191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 гостиничного продукта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590B" w:rsidRPr="00AD1BDD" w:rsidRDefault="00D9590B" w:rsidP="0006191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разработанного продукта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Проектное задание (виды деятельности, выполняемые студентом в проекте)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32"/>
              </w:tabs>
              <w:spacing w:after="0" w:line="240" w:lineRule="auto"/>
              <w:ind w:left="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рынка дополнительных гостиничных услуг средств размещения Ростовской области;</w:t>
            </w:r>
          </w:p>
          <w:p w:rsidR="00D9590B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32"/>
              </w:tabs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выбор и обоснование дополнительной гостиничной услуги;</w:t>
            </w:r>
          </w:p>
          <w:p w:rsidR="00D9590B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32"/>
              </w:tabs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технологии предоставления дополнительной услуги и калькуляция затрат на ее реализацию;</w:t>
            </w:r>
          </w:p>
          <w:p w:rsidR="00D9590B" w:rsidRPr="00D722F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32"/>
              </w:tabs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презентация дополнительной услуги в программе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D72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B83488" w:rsidRDefault="00D9590B" w:rsidP="00BB71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488">
              <w:rPr>
                <w:rFonts w:ascii="Times New Roman" w:hAnsi="Times New Roman" w:cs="Times New Roman"/>
                <w:sz w:val="24"/>
                <w:szCs w:val="24"/>
              </w:rPr>
              <w:t>Первый этап: 14.09.2020 – 19.09.2020</w:t>
            </w:r>
          </w:p>
          <w:p w:rsidR="00D9590B" w:rsidRPr="00AD1BDD" w:rsidRDefault="00D9590B" w:rsidP="00BB71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488">
              <w:rPr>
                <w:rFonts w:ascii="Times New Roman" w:hAnsi="Times New Roman" w:cs="Times New Roman"/>
                <w:sz w:val="24"/>
                <w:szCs w:val="24"/>
              </w:rPr>
              <w:t>Второй этап: 21.09.2020 – до окончания 1-го семестра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зачетных единиц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D722F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, УК-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студентам, участникам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проблематике проекта;</w:t>
            </w:r>
          </w:p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владение программами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World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анализировать информацию;</w:t>
            </w:r>
          </w:p>
          <w:p w:rsidR="00D9590B" w:rsidRPr="00D93E9F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владение навыками проектной деятельности</w:t>
            </w:r>
          </w:p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знание основ презентации проекта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 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Инновационная дополнительная услуга средства размещения Ростовской области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проекта, которые подлежат оцениванию в рамках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«Дней навигации первокурсника»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в формате 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проекта, которые подлежат оцениванию по окончанию модуля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«Основы проектной деятельности»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инновационной дополнительной услуги средства размещения Ростовской области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Style w:val="Heading1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AD1BDD">
              <w:rPr>
                <w:color w:val="000000"/>
                <w:sz w:val="24"/>
                <w:szCs w:val="24"/>
              </w:rPr>
              <w:t>Количество вакантных мест на проекте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до 60 человек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и название направления образовательных программ, для которых РЕКОМЕНДУЕТСЯ данный проект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BB7103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43.03.03 «Гостиничное дело»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Предполагаемая аудитория (ии) для командной работы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0619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17-301, 17-320</w:t>
            </w:r>
          </w:p>
        </w:tc>
      </w:tr>
      <w:tr w:rsidR="00D9590B" w:rsidRPr="001761DE" w:rsidTr="000E3A0B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Требуемые ресурсы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0B" w:rsidRPr="00AD1BDD" w:rsidRDefault="00D9590B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Компьютеры с доступом в Интернет</w:t>
            </w:r>
          </w:p>
        </w:tc>
      </w:tr>
    </w:tbl>
    <w:p w:rsidR="00D9590B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D9590B" w:rsidRPr="00E509C9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D9590B" w:rsidRPr="00E509C9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D9590B" w:rsidRPr="00E509C9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D9590B" w:rsidRPr="00E509C9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D9590B" w:rsidRPr="00E509C9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  <w:r w:rsidRPr="00E509C9">
        <w:rPr>
          <w:rFonts w:ascii="Times New Roman" w:hAnsi="Times New Roman" w:cs="Times New Roman"/>
        </w:rPr>
        <w:tab/>
      </w:r>
      <w:r w:rsidRPr="00E509C9">
        <w:rPr>
          <w:rFonts w:ascii="Times New Roman" w:hAnsi="Times New Roman" w:cs="Times New Roman"/>
        </w:rPr>
        <w:tab/>
      </w: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br w:type="page"/>
      </w:r>
    </w:p>
    <w:p w:rsidR="00D9590B" w:rsidRPr="001761DE" w:rsidRDefault="00D9590B" w:rsidP="006317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Pr="001761D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Ссылки на руководства по использованию платформ</w:t>
      </w: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Default="00D9590B" w:rsidP="00D87209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 w:hanging="567"/>
      </w:pPr>
      <w:r w:rsidRPr="00D87209">
        <w:rPr>
          <w:rFonts w:ascii="Times New Roman" w:hAnsi="Times New Roman" w:cs="Times New Roman"/>
          <w:b/>
          <w:bCs/>
          <w:sz w:val="24"/>
          <w:szCs w:val="28"/>
        </w:rPr>
        <w:t>Руководство по платформе «Мой ДГТУ» для организаторов мероприятий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 w:rsidRPr="003C3296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3C3296">
          <w:rPr>
            <w:rStyle w:val="Hyperlink"/>
            <w:rFonts w:ascii="Times New Roman" w:hAnsi="Times New Roman" w:cs="Calibri"/>
            <w:sz w:val="24"/>
            <w:szCs w:val="24"/>
          </w:rPr>
          <w:t>https://docs.google.com/document/d/1ZLuwrC6rwK-mSf-hIiyARg4c2jZ_RFhuxizTuY5EUrE</w:t>
        </w:r>
      </w:hyperlink>
      <w:r w:rsidRPr="003C3296">
        <w:rPr>
          <w:rFonts w:ascii="Times New Roman" w:hAnsi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35.5pt;height:235.5pt;visibility:visible">
            <v:imagedata r:id="rId8" o:title=""/>
          </v:shape>
        </w:pict>
      </w: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D9590B" w:rsidRPr="00D87209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sz w:val="20"/>
        </w:rPr>
      </w:pPr>
    </w:p>
    <w:p w:rsidR="00D9590B" w:rsidRPr="003C3296" w:rsidRDefault="00D9590B" w:rsidP="003C3296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 w:hanging="567"/>
        <w:rPr>
          <w:rFonts w:ascii="Times New Roman" w:hAnsi="Times New Roman" w:cs="Times New Roman"/>
          <w:b/>
          <w:bCs/>
          <w:sz w:val="28"/>
          <w:szCs w:val="28"/>
        </w:rPr>
      </w:pPr>
      <w:r w:rsidRPr="00D87209">
        <w:rPr>
          <w:rFonts w:ascii="Times New Roman" w:hAnsi="Times New Roman" w:cs="Times New Roman"/>
          <w:b/>
          <w:bCs/>
          <w:sz w:val="24"/>
          <w:szCs w:val="28"/>
        </w:rPr>
        <w:t>Руководство по платформе «Проекториум» для руководителей проектов</w:t>
      </w:r>
    </w:p>
    <w:p w:rsidR="00D9590B" w:rsidRPr="003C3296" w:rsidRDefault="00D9590B" w:rsidP="003C3296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C3296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9" w:history="1">
        <w:r w:rsidRPr="003C3296">
          <w:rPr>
            <w:rStyle w:val="Hyperlink"/>
            <w:rFonts w:ascii="Times New Roman" w:hAnsi="Times New Roman"/>
            <w:sz w:val="24"/>
            <w:szCs w:val="24"/>
          </w:rPr>
          <w:t>https://docs.google.com/document/d/1iI5prG7DaTgKMNFH0xycksQH9AQ5X-qfUpWFldMntII</w:t>
        </w:r>
      </w:hyperlink>
      <w:r w:rsidRPr="003C32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 w:rsidRPr="008F7818">
        <w:rPr>
          <w:rFonts w:ascii="Times New Roman" w:hAnsi="Times New Roman" w:cs="Times New Roman"/>
          <w:b/>
          <w:noProof/>
          <w:sz w:val="28"/>
          <w:szCs w:val="28"/>
        </w:rPr>
        <w:pict>
          <v:shape id="Рисунок 2" o:spid="_x0000_i1026" type="#_x0000_t75" style="width:249.75pt;height:249.75pt;visibility:visible">
            <v:imagedata r:id="rId10" o:title=""/>
          </v:shape>
        </w:pict>
      </w:r>
    </w:p>
    <w:sectPr w:rsidR="00D9590B" w:rsidRPr="003C3296" w:rsidSect="000C78D1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0B" w:rsidRDefault="00D9590B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:rsidR="00D9590B" w:rsidRDefault="00D959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0B" w:rsidRDefault="00D9590B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A15"/>
    <w:multiLevelType w:val="hybridMultilevel"/>
    <w:tmpl w:val="42ECE476"/>
    <w:lvl w:ilvl="0" w:tplc="2D84894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B88050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7B2C648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3D83F2A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A6A17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3E631C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7BCCB1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953CCA7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ECC85BA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">
    <w:nsid w:val="1D14386D"/>
    <w:multiLevelType w:val="hybridMultilevel"/>
    <w:tmpl w:val="C9320992"/>
    <w:lvl w:ilvl="0" w:tplc="652EF4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2A7643"/>
    <w:multiLevelType w:val="hybridMultilevel"/>
    <w:tmpl w:val="A2A66166"/>
    <w:lvl w:ilvl="0" w:tplc="91469632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326"/>
    <w:rsid w:val="00017B42"/>
    <w:rsid w:val="000364E1"/>
    <w:rsid w:val="00052547"/>
    <w:rsid w:val="000571C4"/>
    <w:rsid w:val="00061913"/>
    <w:rsid w:val="000646F7"/>
    <w:rsid w:val="00080A68"/>
    <w:rsid w:val="00095326"/>
    <w:rsid w:val="000B4D30"/>
    <w:rsid w:val="000C78D1"/>
    <w:rsid w:val="000E3A0B"/>
    <w:rsid w:val="00161CA2"/>
    <w:rsid w:val="001761DE"/>
    <w:rsid w:val="001D5036"/>
    <w:rsid w:val="0022526F"/>
    <w:rsid w:val="0037079D"/>
    <w:rsid w:val="003C3296"/>
    <w:rsid w:val="00471D7A"/>
    <w:rsid w:val="00536E7A"/>
    <w:rsid w:val="005617AD"/>
    <w:rsid w:val="005B539C"/>
    <w:rsid w:val="005F6CB5"/>
    <w:rsid w:val="006317AD"/>
    <w:rsid w:val="0064223B"/>
    <w:rsid w:val="00775D8D"/>
    <w:rsid w:val="007931BD"/>
    <w:rsid w:val="007F1B7C"/>
    <w:rsid w:val="008825A1"/>
    <w:rsid w:val="00892A99"/>
    <w:rsid w:val="008F7818"/>
    <w:rsid w:val="00917F12"/>
    <w:rsid w:val="00A13E07"/>
    <w:rsid w:val="00A6331F"/>
    <w:rsid w:val="00AD1BDD"/>
    <w:rsid w:val="00B02194"/>
    <w:rsid w:val="00B6124C"/>
    <w:rsid w:val="00B83488"/>
    <w:rsid w:val="00BB7103"/>
    <w:rsid w:val="00BF4CFF"/>
    <w:rsid w:val="00BF6304"/>
    <w:rsid w:val="00C27C02"/>
    <w:rsid w:val="00CB4102"/>
    <w:rsid w:val="00D22EE3"/>
    <w:rsid w:val="00D66201"/>
    <w:rsid w:val="00D722FD"/>
    <w:rsid w:val="00D87209"/>
    <w:rsid w:val="00D93E9F"/>
    <w:rsid w:val="00D9590B"/>
    <w:rsid w:val="00DF7F72"/>
    <w:rsid w:val="00E02E2C"/>
    <w:rsid w:val="00E509C9"/>
    <w:rsid w:val="00EC1BC7"/>
    <w:rsid w:val="00EE5364"/>
    <w:rsid w:val="00EF0D78"/>
    <w:rsid w:val="00F24693"/>
    <w:rsid w:val="00F91180"/>
    <w:rsid w:val="00FC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paragraph" w:styleId="Heading1">
    <w:name w:val="heading 1"/>
    <w:basedOn w:val="Normal"/>
    <w:link w:val="Heading1Char"/>
    <w:uiPriority w:val="99"/>
    <w:qFormat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1DE"/>
    <w:rPr>
      <w:rFonts w:eastAsia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0C78D1"/>
    <w:rPr>
      <w:rFonts w:cs="Times New Roman"/>
      <w:u w:val="single"/>
    </w:rPr>
  </w:style>
  <w:style w:type="table" w:customStyle="1" w:styleId="TableNormal1">
    <w:name w:val="Table Normal1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aragraph">
    <w:name w:val="paragraph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a0">
    <w:name w:val="Ссылка"/>
    <w:uiPriority w:val="99"/>
    <w:rsid w:val="000C78D1"/>
    <w:rPr>
      <w:color w:val="0563C1"/>
      <w:u w:val="single" w:color="0563C1"/>
    </w:rPr>
  </w:style>
  <w:style w:type="character" w:customStyle="1" w:styleId="Hyperlink0">
    <w:name w:val="Hyperlink.0"/>
    <w:basedOn w:val="a0"/>
    <w:uiPriority w:val="99"/>
    <w:rsid w:val="000C78D1"/>
    <w:rPr>
      <w:rFonts w:ascii="Times New Roman" w:hAnsi="Times New Roman" w:cs="Times New Roman"/>
      <w:sz w:val="28"/>
      <w:szCs w:val="28"/>
      <w:shd w:val="clear" w:color="auto" w:fill="FFFF00"/>
      <w:lang w:val="ru-RU"/>
    </w:rPr>
  </w:style>
  <w:style w:type="character" w:customStyle="1" w:styleId="Hyperlink1">
    <w:name w:val="Hyperlink.1"/>
    <w:basedOn w:val="a0"/>
    <w:uiPriority w:val="99"/>
    <w:rsid w:val="000C78D1"/>
    <w:rPr>
      <w:rFonts w:ascii="Times New Roman" w:hAnsi="Times New Roman" w:cs="Times New Roman"/>
      <w:sz w:val="28"/>
      <w:szCs w:val="28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0525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2547"/>
    <w:rPr>
      <w:rFonts w:eastAsia="Times New Roman" w:cs="Times New Roman"/>
      <w:color w:val="000000"/>
      <w:sz w:val="18"/>
      <w:szCs w:val="18"/>
      <w:u w:color="000000"/>
    </w:rPr>
  </w:style>
  <w:style w:type="paragraph" w:styleId="FootnoteText">
    <w:name w:val="footnote text"/>
    <w:basedOn w:val="Normal"/>
    <w:link w:val="FootnoteTextChar"/>
    <w:uiPriority w:val="99"/>
    <w:semiHidden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</w:pPr>
    <w:rPr>
      <w:rFonts w:ascii="Helvetica Neue" w:eastAsia="Times New Roman" w:hAnsi="Helvetica Neue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61DE"/>
    <w:rPr>
      <w:rFonts w:ascii="Helvetica Neue" w:hAnsi="Helvetica Neue" w:cs="Times New Roman"/>
    </w:rPr>
  </w:style>
  <w:style w:type="character" w:styleId="FootnoteReference">
    <w:name w:val="footnote reference"/>
    <w:basedOn w:val="DefaultParagraphFont"/>
    <w:uiPriority w:val="99"/>
    <w:semiHidden/>
    <w:rsid w:val="001761DE"/>
    <w:rPr>
      <w:rFonts w:cs="Times New Roman"/>
      <w:vertAlign w:val="superscript"/>
    </w:rPr>
  </w:style>
  <w:style w:type="character" w:styleId="Emphasis">
    <w:name w:val="Emphasis"/>
    <w:basedOn w:val="DefaultParagraphFont"/>
    <w:uiPriority w:val="99"/>
    <w:qFormat/>
    <w:rsid w:val="001761D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317A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D93E9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ZLuwrC6rwK-mSf-hIiyARg4c2jZ_RFhuxizTuY5EUr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iI5prG7DaTgKMNFH0xycksQH9AQ5X-qfUpWFldMntII/edit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4</Pages>
  <Words>609</Words>
  <Characters>3474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COMPUTER</cp:lastModifiedBy>
  <cp:revision>6</cp:revision>
  <dcterms:created xsi:type="dcterms:W3CDTF">2020-08-18T19:23:00Z</dcterms:created>
  <dcterms:modified xsi:type="dcterms:W3CDTF">2020-09-28T17:27:00Z</dcterms:modified>
</cp:coreProperties>
</file>